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311B006AC7434412A1F8914655FD6CA0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5D02E729" w14:textId="77777777" w:rsidR="00737065" w:rsidRDefault="00650A6D" w:rsidP="00737065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536B0588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4BC012FD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22A552EC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3B6AE780" w14:textId="77777777"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0F3FE315" w14:textId="77777777"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053A5EE7" wp14:editId="2B5768EF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14:paraId="20F75E58" w14:textId="1C163712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 xml:space="preserve">MPO 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5B78F1">
        <w:rPr>
          <w:rFonts w:cs="Arial"/>
          <w:bCs/>
          <w:szCs w:val="22"/>
        </w:rPr>
        <w:t> </w:t>
      </w:r>
      <w:r w:rsidR="005B78F1">
        <w:rPr>
          <w:rFonts w:cs="Arial"/>
          <w:bCs/>
          <w:szCs w:val="22"/>
        </w:rPr>
        <w:t> </w:t>
      </w:r>
      <w:r w:rsidR="005B78F1">
        <w:rPr>
          <w:rFonts w:cs="Arial"/>
          <w:bCs/>
          <w:szCs w:val="22"/>
        </w:rPr>
        <w:t> </w:t>
      </w:r>
      <w:r w:rsidR="005B78F1">
        <w:rPr>
          <w:rFonts w:cs="Arial"/>
          <w:bCs/>
          <w:szCs w:val="22"/>
        </w:rPr>
        <w:t> </w:t>
      </w:r>
      <w:r w:rsidR="005B78F1">
        <w:rPr>
          <w:rFonts w:cs="Arial"/>
          <w:bCs/>
          <w:szCs w:val="22"/>
        </w:rPr>
        <w:t> </w:t>
      </w:r>
      <w:r w:rsidR="005B78F1">
        <w:rPr>
          <w:rFonts w:cs="Arial"/>
          <w:bCs/>
          <w:szCs w:val="22"/>
        </w:rPr>
        <w:fldChar w:fldCharType="end"/>
      </w:r>
      <w:r w:rsidR="004F534D">
        <w:rPr>
          <w:rFonts w:cs="Arial"/>
          <w:bCs/>
          <w:szCs w:val="22"/>
        </w:rPr>
        <w:t>/</w:t>
      </w:r>
      <w:r w:rsidR="0038565A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8565A">
        <w:rPr>
          <w:rFonts w:cs="Arial"/>
          <w:bCs/>
          <w:szCs w:val="22"/>
        </w:rPr>
        <w:instrText xml:space="preserve"> FORMTEXT </w:instrText>
      </w:r>
      <w:r w:rsidR="0038565A">
        <w:rPr>
          <w:rFonts w:cs="Arial"/>
          <w:bCs/>
          <w:szCs w:val="22"/>
        </w:rPr>
      </w:r>
      <w:r w:rsidR="0038565A">
        <w:rPr>
          <w:rFonts w:cs="Arial"/>
          <w:bCs/>
          <w:szCs w:val="22"/>
        </w:rPr>
        <w:fldChar w:fldCharType="separate"/>
      </w:r>
      <w:r w:rsidR="0038565A">
        <w:rPr>
          <w:rFonts w:cs="Arial"/>
          <w:bCs/>
          <w:szCs w:val="22"/>
        </w:rPr>
        <w:t> </w:t>
      </w:r>
      <w:r w:rsidR="0038565A">
        <w:rPr>
          <w:rFonts w:cs="Arial"/>
          <w:bCs/>
          <w:szCs w:val="22"/>
        </w:rPr>
        <w:t> </w:t>
      </w:r>
      <w:r w:rsidR="0038565A">
        <w:rPr>
          <w:rFonts w:cs="Arial"/>
          <w:bCs/>
          <w:szCs w:val="22"/>
        </w:rPr>
        <w:t> </w:t>
      </w:r>
      <w:r w:rsidR="0038565A">
        <w:rPr>
          <w:rFonts w:cs="Arial"/>
          <w:bCs/>
          <w:szCs w:val="22"/>
        </w:rPr>
        <w:t> </w:t>
      </w:r>
      <w:r w:rsidR="0038565A">
        <w:rPr>
          <w:rFonts w:cs="Arial"/>
          <w:bCs/>
          <w:szCs w:val="22"/>
        </w:rPr>
        <w:t> </w:t>
      </w:r>
      <w:r w:rsidR="0038565A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392FF7">
        <w:rPr>
          <w:rFonts w:cs="Arial"/>
          <w:bCs/>
          <w:szCs w:val="22"/>
        </w:rPr>
        <w:t>71400</w:t>
      </w:r>
      <w:r w:rsidR="005B78F1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/01000</w:t>
      </w:r>
    </w:p>
    <w:p w14:paraId="4CEB14E8" w14:textId="4C6C8ED1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F06BCE">
        <w:rPr>
          <w:rFonts w:cs="Arial"/>
          <w:bCs/>
          <w:szCs w:val="22"/>
        </w:rPr>
        <w:t>   . března 2023</w:t>
      </w:r>
      <w:r w:rsidR="0076329A" w:rsidRPr="00CC4939">
        <w:rPr>
          <w:rFonts w:cs="Arial"/>
          <w:bCs/>
          <w:szCs w:val="22"/>
        </w:rPr>
        <w:fldChar w:fldCharType="end"/>
      </w:r>
    </w:p>
    <w:p w14:paraId="718DF84C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6E7B6AA7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0FB76A01" w14:textId="38FC0756" w:rsidR="00CE0607" w:rsidRPr="00CC4939" w:rsidRDefault="00A90391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392FF7" w:rsidRPr="00392FF7">
        <w:rPr>
          <w:rFonts w:cs="Arial"/>
          <w:b/>
          <w:bCs/>
          <w:sz w:val="24"/>
          <w:szCs w:val="22"/>
        </w:rPr>
        <w:t>Návrh na změnu programu výzkumu, vývoje a inovací The Country for the Future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0A6A5A0B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2D0D1BE2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6AF3764E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190E79F0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5B68995E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374CEBE9" w14:textId="77777777" w:rsidTr="006E4850">
        <w:trPr>
          <w:trHeight w:val="4041"/>
        </w:trPr>
        <w:tc>
          <w:tcPr>
            <w:tcW w:w="4176" w:type="dxa"/>
          </w:tcPr>
          <w:p w14:paraId="56D0994B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1B95AC8A" w14:textId="4FB94E75" w:rsidR="000A53F7" w:rsidRPr="00CC4939" w:rsidRDefault="0076329A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392FF7" w:rsidRPr="00392FF7">
              <w:rPr>
                <w:rFonts w:cs="Arial"/>
                <w:bCs/>
                <w:szCs w:val="22"/>
              </w:rPr>
              <w:t>Materiál se vládě předkládá v souladu s §5 zákona č. 130/2002 Sb., o podpoře výzkumu, vývoje a inovací.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5808D8E3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6675637D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E07F1">
              <w:rPr>
                <w:rFonts w:cs="Arial"/>
                <w:b/>
                <w:szCs w:val="22"/>
              </w:rPr>
            </w:r>
            <w:r w:rsidR="00CE07F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4076A93F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E07F1">
              <w:rPr>
                <w:rFonts w:cs="Arial"/>
                <w:b/>
                <w:szCs w:val="22"/>
              </w:rPr>
            </w:r>
            <w:r w:rsidR="00CE07F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2347B2E0" w14:textId="2DAB601C" w:rsidR="00C72758" w:rsidRPr="00CE3A52" w:rsidRDefault="00C72758" w:rsidP="00392FF7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E07F1">
              <w:rPr>
                <w:rFonts w:cs="Arial"/>
                <w:b/>
                <w:szCs w:val="22"/>
              </w:rPr>
            </w:r>
            <w:r w:rsidR="00CE07F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392FF7" w:rsidRPr="00392FF7">
              <w:rPr>
                <w:rFonts w:cs="Arial"/>
                <w:bCs/>
                <w:szCs w:val="22"/>
              </w:rPr>
              <w:t>Návrh na změnu programu výzkumu, vývoje</w:t>
            </w:r>
            <w:r w:rsidR="00CE07F1">
              <w:rPr>
                <w:rFonts w:cs="Arial"/>
                <w:bCs/>
                <w:szCs w:val="22"/>
              </w:rPr>
              <w:t xml:space="preserve"> </w:t>
            </w:r>
            <w:r w:rsidR="00392FF7" w:rsidRPr="00392FF7">
              <w:rPr>
                <w:rFonts w:cs="Arial"/>
                <w:bCs/>
                <w:szCs w:val="22"/>
              </w:rPr>
              <w:t>a</w:t>
            </w:r>
            <w:r w:rsidR="00CE07F1">
              <w:rPr>
                <w:rFonts w:cs="Arial"/>
                <w:bCs/>
                <w:szCs w:val="22"/>
              </w:rPr>
              <w:t> </w:t>
            </w:r>
            <w:r w:rsidR="00392FF7" w:rsidRPr="00392FF7">
              <w:rPr>
                <w:rFonts w:cs="Arial"/>
                <w:bCs/>
                <w:szCs w:val="22"/>
              </w:rPr>
              <w:t>inovací The Country for the Future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10A5FED0" w14:textId="2A926A43" w:rsidR="00C72758" w:rsidRPr="00CE3A52" w:rsidRDefault="0008225F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E07F1">
              <w:rPr>
                <w:rFonts w:cs="Arial"/>
                <w:b/>
                <w:szCs w:val="22"/>
              </w:rPr>
            </w:r>
            <w:r w:rsidR="00CE07F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855829">
              <w:rPr>
                <w:rFonts w:cs="Arial"/>
                <w:bCs/>
                <w:szCs w:val="22"/>
              </w:rPr>
              <w:t>Průběžná zpráva o realizaci programu The Country for the Future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4B2D3752" w14:textId="5FC3F0BB" w:rsidR="00C72758" w:rsidRPr="00CE3A52" w:rsidRDefault="00CC430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E07F1">
              <w:rPr>
                <w:rFonts w:cs="Arial"/>
                <w:b/>
                <w:szCs w:val="22"/>
              </w:rPr>
            </w:r>
            <w:r w:rsidR="00CE07F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855829">
              <w:rPr>
                <w:rFonts w:cs="Arial"/>
                <w:bCs/>
                <w:szCs w:val="22"/>
              </w:rPr>
              <w:t>Stanovisko RVVI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20B022C0" w14:textId="20DAA2E5"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E07F1">
              <w:rPr>
                <w:rFonts w:cs="Arial"/>
                <w:b/>
                <w:szCs w:val="22"/>
              </w:rPr>
            </w:r>
            <w:r w:rsidR="00CE07F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855829">
              <w:rPr>
                <w:rFonts w:cs="Arial"/>
                <w:bCs/>
                <w:szCs w:val="22"/>
              </w:rPr>
              <w:t>Vypořádání připomínek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2031F10D" w14:textId="77777777"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E07F1">
              <w:rPr>
                <w:rFonts w:cs="Arial"/>
                <w:b/>
                <w:szCs w:val="22"/>
              </w:rPr>
            </w:r>
            <w:r w:rsidR="00CE07F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36F93645" w14:textId="77777777"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E07F1">
              <w:rPr>
                <w:rFonts w:cs="Arial"/>
                <w:b/>
                <w:szCs w:val="22"/>
              </w:rPr>
            </w:r>
            <w:r w:rsidR="00CE07F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11A3D7E6" w14:textId="77777777"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E07F1">
              <w:rPr>
                <w:rFonts w:cs="Arial"/>
                <w:b/>
                <w:szCs w:val="22"/>
              </w:rPr>
            </w:r>
            <w:r w:rsidR="00CE07F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559E5C6F" w14:textId="77777777"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CE07F1">
              <w:rPr>
                <w:rFonts w:cs="Arial"/>
                <w:b/>
                <w:szCs w:val="22"/>
              </w:rPr>
            </w:r>
            <w:r w:rsidR="00CE07F1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1D031E77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1BB48663" w14:textId="1051E60F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C5471C">
        <w:rPr>
          <w:rFonts w:cs="Arial"/>
          <w:bCs/>
          <w:szCs w:val="22"/>
        </w:rPr>
        <w:t>Jozef Síkela</w:t>
      </w:r>
      <w:r w:rsidRPr="00CC4939">
        <w:rPr>
          <w:rFonts w:cs="Arial"/>
          <w:bCs/>
          <w:szCs w:val="22"/>
        </w:rPr>
        <w:fldChar w:fldCharType="end"/>
      </w:r>
    </w:p>
    <w:p w14:paraId="77943E8E" w14:textId="7E06F153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640BFF">
        <w:rPr>
          <w:rFonts w:cs="Arial"/>
          <w:bCs/>
          <w:szCs w:val="22"/>
        </w:rPr>
        <w:t>ministr průmyslu a obchodu</w:t>
      </w:r>
      <w:r w:rsidRPr="00CC4939">
        <w:rPr>
          <w:rFonts w:cs="Arial"/>
          <w:bCs/>
          <w:szCs w:val="22"/>
        </w:rPr>
        <w:fldChar w:fldCharType="end"/>
      </w:r>
    </w:p>
    <w:sectPr w:rsidR="00C72758" w:rsidRPr="00CC4939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13890" w14:textId="77777777" w:rsidR="00E53329" w:rsidRDefault="00E53329">
      <w:r>
        <w:separator/>
      </w:r>
    </w:p>
  </w:endnote>
  <w:endnote w:type="continuationSeparator" w:id="0">
    <w:p w14:paraId="2EA3C589" w14:textId="77777777" w:rsidR="00E53329" w:rsidRDefault="00E533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4B5B8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7F2A7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16853" w14:textId="77777777" w:rsidR="00E53329" w:rsidRDefault="00E53329">
      <w:r>
        <w:separator/>
      </w:r>
    </w:p>
  </w:footnote>
  <w:footnote w:type="continuationSeparator" w:id="0">
    <w:p w14:paraId="2BE00171" w14:textId="77777777" w:rsidR="00E53329" w:rsidRDefault="00E533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9713C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73AB1" w14:textId="77777777"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278CAD50" wp14:editId="5AE18D22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29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9BA"/>
    <w:rsid w:val="001B2CB8"/>
    <w:rsid w:val="001B6BB1"/>
    <w:rsid w:val="001C1E7C"/>
    <w:rsid w:val="001D26EE"/>
    <w:rsid w:val="001D4FA4"/>
    <w:rsid w:val="001F109F"/>
    <w:rsid w:val="001F1167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71399"/>
    <w:rsid w:val="00376959"/>
    <w:rsid w:val="00381C54"/>
    <w:rsid w:val="0038369E"/>
    <w:rsid w:val="0038527D"/>
    <w:rsid w:val="003855F0"/>
    <w:rsid w:val="0038565A"/>
    <w:rsid w:val="00392FF7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0BFF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65"/>
    <w:rsid w:val="00741464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5829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57FB0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5471C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7F1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5481B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32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06BCE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1406"/>
    <w:rsid w:val="00FA14DC"/>
    <w:rsid w:val="00FA490D"/>
    <w:rsid w:val="00FA4AA6"/>
    <w:rsid w:val="00FA625F"/>
    <w:rsid w:val="00FA7645"/>
    <w:rsid w:val="00FB131B"/>
    <w:rsid w:val="00FB6574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09E46FA"/>
  <w14:defaultImageDpi w14:val="0"/>
  <w15:chartTrackingRefBased/>
  <w15:docId w15:val="{9720B052-11CC-4D32-A940-7BA369E54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11B006AC7434412A1F8914655FD6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02954-F6A4-47D7-9E75-AC4C52D351F7}"/>
      </w:docPartPr>
      <w:docPartBody>
        <w:p w:rsidR="006C5EB8" w:rsidRDefault="006C5EB8">
          <w:pPr>
            <w:pStyle w:val="311B006AC7434412A1F8914655FD6CA0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EB8"/>
    <w:rsid w:val="006C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311B006AC7434412A1F8914655FD6CA0">
    <w:name w:val="311B006AC7434412A1F8914655FD6C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EC124-522D-4F7D-A294-030580642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9</TotalTime>
  <Pages>1</Pages>
  <Words>164</Words>
  <Characters>972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7</vt:i4>
      </vt:variant>
    </vt:vector>
  </HeadingPairs>
  <TitlesOfParts>
    <vt:vector size="8" baseType="lpstr">
      <vt:lpstr>Č</vt:lpstr>
      <vt:lpstr>Název materiálu</vt:lpstr>
      <vt:lpstr>Předkládá:</vt:lpstr>
      <vt:lpstr>     </vt:lpstr>
      <vt:lpstr>     </vt:lpstr>
      <vt:lpstr>Spolupředkládá:</vt:lpstr>
      <vt:lpstr>     </vt:lpstr>
      <vt:lpstr>     </vt:lpstr>
    </vt:vector>
  </TitlesOfParts>
  <Company>Ministerstvo zdravotnictví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Kořínková Eva</dc:creator>
  <cp:keywords/>
  <cp:lastModifiedBy>Kulík Jan</cp:lastModifiedBy>
  <cp:revision>11</cp:revision>
  <cp:lastPrinted>2014-05-20T15:09:00Z</cp:lastPrinted>
  <dcterms:created xsi:type="dcterms:W3CDTF">2024-02-09T08:42:00Z</dcterms:created>
  <dcterms:modified xsi:type="dcterms:W3CDTF">2024-02-12T11:57:00Z</dcterms:modified>
</cp:coreProperties>
</file>